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  <w:sz w:val="36"/>
        </w:rPr>
        <w:t>4</w:t>
      </w:r>
      <w:r w:rsidRPr="001672F7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>综合练习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,15</w:t>
      </w:r>
      <w:r w:rsidRPr="001672F7">
        <w:rPr>
          <w:rFonts w:ascii="Times New Roman" w:eastAsia="楷体" w:hAnsi="楷体"/>
          <w:color w:val="000000" w:themeColor="text1"/>
          <w:sz w:val="26"/>
        </w:rPr>
        <w:t>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2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选择相应的图片。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058CF5D" wp14:editId="0A17DCEF">
            <wp:extent cx="4177800" cy="735840"/>
            <wp:effectExtent l="0" t="0" r="0" b="0"/>
            <wp:docPr id="70" name="TE8KRG22.eps" descr="id:21474849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780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0836E80" wp14:editId="5D330EBF">
            <wp:extent cx="3949560" cy="761760"/>
            <wp:effectExtent l="0" t="0" r="0" b="0"/>
            <wp:docPr id="71" name="TE8KRG23.eps" descr="id:21474849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9560" cy="76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AC9A4F5" wp14:editId="74CA103C">
            <wp:extent cx="4254120" cy="735840"/>
            <wp:effectExtent l="0" t="0" r="0" b="0"/>
            <wp:docPr id="72" name="TE8KRG24.eps" descr="id:21474849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412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6DDC7B6" wp14:editId="0543329D">
            <wp:extent cx="4229280" cy="774000"/>
            <wp:effectExtent l="0" t="0" r="0" b="0"/>
            <wp:docPr id="73" name="TE8KRG25.eps" descr="id:21474849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28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DF96BED" wp14:editId="64AE5A75">
            <wp:extent cx="4254120" cy="774000"/>
            <wp:effectExtent l="0" t="0" r="0" b="0"/>
            <wp:docPr id="74" name="TE8KRG26.eps" descr="id:21474849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5412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very clever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from Africa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it is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died out a long time ago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lived everywhere on earth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Over 200 million years ago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tiger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Red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Bananas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 was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 did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 have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 there weren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there are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there was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第三节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听第一段对话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11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eastAsia="方正宋黑_GBK"/>
          <w:color w:val="000000" w:themeColor="text1"/>
        </w:rPr>
        <w:t>题。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is Bob doing on the computer?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Playing games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Reading news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Writing an email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did the two men kill?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bear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tiger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lion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听第二段对话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13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14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eastAsia="方正宋黑_GBK"/>
          <w:color w:val="000000" w:themeColor="text1"/>
        </w:rPr>
        <w:t>题。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did the woman get to the zoo?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bike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boat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did the woman see?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Tigers and lions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Elephants and lions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Tigers and elephants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did the woman go home?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five o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clock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six o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clock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seven o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clock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从短文前的选项中选出能填入空白处的最佳选项。选项中有一个为多余选项。</w:t>
      </w:r>
    </w:p>
    <w:p w:rsidR="001B6447" w:rsidRPr="001672F7" w:rsidRDefault="001B6447" w:rsidP="00D110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everyone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cooking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and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playing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pieces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Fish mint (</w:t>
      </w:r>
      <w:r w:rsidRPr="001672F7">
        <w:rPr>
          <w:rFonts w:ascii="Times New Roman" w:eastAsia="宋体" w:hAnsi="宋体"/>
          <w:color w:val="000000" w:themeColor="text1"/>
        </w:rPr>
        <w:t>鱼腥草</w:t>
      </w:r>
      <w:r w:rsidRPr="001672F7">
        <w:rPr>
          <w:rFonts w:ascii="Times New Roman" w:eastAsia="宋体" w:hAnsi="宋体"/>
          <w:color w:val="000000" w:themeColor="text1"/>
        </w:rPr>
        <w:t>) is a plant that mainly grows in the southwest of China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People, especially those in Guizhou, use this plant in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16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One of the most popular dishes is fish mint salad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Do you know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17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to make it?First, cut the fish mint into short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18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Then, put them into a bowl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Next, add some salt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19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other seasonings (</w:t>
      </w:r>
      <w:r w:rsidRPr="001672F7">
        <w:rPr>
          <w:rFonts w:ascii="Times New Roman" w:eastAsia="宋体" w:hAnsi="宋体"/>
          <w:color w:val="000000" w:themeColor="text1"/>
        </w:rPr>
        <w:t>调味品</w:t>
      </w:r>
      <w:r w:rsidRPr="001672F7">
        <w:rPr>
          <w:rFonts w:ascii="Times New Roman" w:eastAsia="宋体" w:hAnsi="宋体"/>
          <w:color w:val="000000" w:themeColor="text1"/>
        </w:rPr>
        <w:t>) you like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Finally, mix them up and enjoy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However, not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20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can stand or enjoy the taste of fish mint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people from other places eat fish mint for the first time, the strange smell may make them feel terrible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 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阅读下面一个语篇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从每题所给的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/>
          <w:color w:val="000000" w:themeColor="text1"/>
        </w:rPr>
        <w:t>三个选项中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选出最佳选项。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Blue whales are the largest animals in the world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can be as heavy as many cars!These friendly whales live in the ocean and feed on the small sea animals called krill (</w:t>
      </w:r>
      <w:r w:rsidRPr="001672F7">
        <w:rPr>
          <w:rFonts w:ascii="Times New Roman" w:eastAsia="宋体" w:hAnsi="宋体"/>
          <w:color w:val="000000" w:themeColor="text1"/>
        </w:rPr>
        <w:t>磷虾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Now, blue whales are in great danger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Some people make their ocean home dirty and others kill whales for money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Another big problem for blue whales is that the </w:t>
      </w:r>
      <w:r w:rsidRPr="001672F7">
        <w:rPr>
          <w:rFonts w:ascii="Times New Roman" w:eastAsia="宋体" w:hAnsi="宋体"/>
          <w:color w:val="000000" w:themeColor="text1"/>
        </w:rPr>
        <w:lastRenderedPageBreak/>
        <w:t>Earth is getting warmer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As the ocean water gets warmer, the krill they feed on move to cooler places, so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hard for blue whales to find enough food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But some good things are happening too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are helping blue whales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Many countries are working together to create special places in the ocean where blue whales can be safe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Scientists are also studying blue whales to learn how to protect them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We teenagers can do something to help blue whales as well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shouldn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throw litter like glass bottles or food waste into the ocean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can also take part in beach clean-up activities to make the ocean a better place for blue whales to live in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can try to use less energy (</w:t>
      </w:r>
      <w:r w:rsidRPr="001672F7">
        <w:rPr>
          <w:rFonts w:ascii="Times New Roman" w:eastAsia="宋体" w:hAnsi="宋体"/>
          <w:color w:val="000000" w:themeColor="text1"/>
        </w:rPr>
        <w:t>能源</w:t>
      </w:r>
      <w:r w:rsidRPr="001672F7">
        <w:rPr>
          <w:rFonts w:ascii="Times New Roman" w:eastAsia="宋体" w:hAnsi="宋体"/>
          <w:color w:val="000000" w:themeColor="text1"/>
        </w:rPr>
        <w:t>) to keep the Earth cool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forget to tell others how important it is to protect these big, friendly whales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Together, we can help carry them safely into the future!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is the text mainly about?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size of blue whales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history of blue whales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protection of blue whales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Why is the Earth getting warmer a big problem for blue whales?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 it makes the ocean water colder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 it is difficult for blue whales to find enough food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 it causes the krill to move to warmer places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does the writer show that people are helping blue whales in paragraph 3?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showing facts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listing numbers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asking questions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can teenagers do to help blue whales according to this text?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Try to use less energy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Throw food waste into the ocean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Create special places in the ocean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根据中文意思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补全英语译文。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宋体" w:hAnsi="宋体"/>
          <w:color w:val="000000" w:themeColor="text1"/>
        </w:rPr>
        <w:t>每空限填一词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缩写算一词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我们学校的花园是彩色蝴蝶的家园。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Our school garden is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colorful butterflies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回收利用在保护环境中起到了作用。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Recycling plays a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protecting the environment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如果你有任何问题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请随时问我。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If you have any questions, please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to ask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为了通过考试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他每天复习两个小时。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He studies for two hours every day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to pass the exam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大家都以为她擅长数学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事实上她经常向老师求助。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Everyone thinks she is good at maths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, she often asks the teacher for help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假如你是李华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你对野生动物很感兴趣。你想邀请</w:t>
      </w:r>
      <w:r w:rsidRPr="001672F7">
        <w:rPr>
          <w:rFonts w:ascii="Times New Roman" w:eastAsia="宋体" w:hAnsi="宋体"/>
          <w:color w:val="000000" w:themeColor="text1"/>
        </w:rPr>
        <w:t>Henry</w:t>
      </w:r>
      <w:r w:rsidRPr="001672F7">
        <w:rPr>
          <w:rFonts w:ascii="Times New Roman" w:eastAsia="宋体" w:hAnsi="宋体"/>
          <w:color w:val="000000" w:themeColor="text1"/>
        </w:rPr>
        <w:t>一起研究你最喜欢的一种野生动物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请根据下图完成电子邮件。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注意事项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邮件须包括所给提示内容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可适当发挥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要求语句通顺、意思连贯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不少于</w:t>
      </w:r>
      <w:r w:rsidRPr="001672F7">
        <w:rPr>
          <w:rFonts w:ascii="Times New Roman" w:eastAsia="宋体" w:hAnsi="宋体"/>
          <w:color w:val="000000" w:themeColor="text1"/>
        </w:rPr>
        <w:t>80</w:t>
      </w:r>
      <w:r w:rsidRPr="001672F7">
        <w:rPr>
          <w:rFonts w:ascii="Times New Roman" w:eastAsia="宋体" w:hAnsi="宋体"/>
          <w:color w:val="000000" w:themeColor="text1"/>
        </w:rPr>
        <w:t>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邮件的首尾已给出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不计入总词数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邮件中不能出现真实的人名、校名及其他相关信息。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FD121FC" wp14:editId="65116E1A">
            <wp:extent cx="3047760" cy="2310840"/>
            <wp:effectExtent l="0" t="0" r="0" b="0"/>
            <wp:docPr id="75" name="TE8KRG27.eps" descr="id:21474849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7760" cy="231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Dear Henry,</w:t>
      </w:r>
    </w:p>
    <w:p w:rsidR="00D1102F" w:rsidRPr="00513DA5" w:rsidRDefault="001B6447" w:rsidP="00D1102F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80"/>
        <w:rPr>
          <w:rFonts w:ascii="Times New Roman" w:eastAsia="宋体" w:hAnsi="宋体"/>
        </w:rPr>
      </w:pPr>
      <w:r w:rsidRPr="001672F7">
        <w:rPr>
          <w:rFonts w:ascii="Times New Roman" w:eastAsia="宋体" w:hAnsi="宋体"/>
          <w:color w:val="000000" w:themeColor="text1"/>
        </w:rPr>
        <w:t>How is everything going?I like wild animals very much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want to invite you to study my favourite wild animal with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="00D1102F" w:rsidRPr="00D1102F">
        <w:rPr>
          <w:rFonts w:ascii="Times New Roman" w:eastAsia="宋体" w:hAnsi="宋体"/>
          <w:color w:val="FF0000"/>
          <w:u w:val="single" w:color="000000"/>
        </w:rPr>
        <w:t xml:space="preserve"> </w:t>
      </w:r>
      <w:r w:rsidR="00D1102F" w:rsidRPr="00513DA5">
        <w:rPr>
          <w:rFonts w:ascii="Times New Roman" w:eastAsia="宋体" w:hAnsi="宋体"/>
          <w:color w:val="FF0000"/>
          <w:u w:val="single" w:color="000000"/>
        </w:rPr>
        <w:t> </w:t>
      </w:r>
      <w:r w:rsidR="00D1102F"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1102F" w:rsidRPr="00513DA5" w:rsidRDefault="00D1102F" w:rsidP="00D1102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1102F" w:rsidRPr="00513DA5" w:rsidRDefault="00D1102F" w:rsidP="00D1102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1102F" w:rsidRPr="00513DA5" w:rsidRDefault="00D1102F" w:rsidP="00D1102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1102F" w:rsidRPr="00513DA5" w:rsidRDefault="00D1102F" w:rsidP="00D1102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1102F" w:rsidRPr="00513DA5" w:rsidRDefault="00D1102F" w:rsidP="00D1102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1102F" w:rsidRPr="00513DA5" w:rsidRDefault="00D1102F" w:rsidP="00D1102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D1102F" w:rsidRPr="00513DA5" w:rsidRDefault="00D1102F" w:rsidP="00D1102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B6447" w:rsidRPr="001672F7" w:rsidRDefault="001B6447" w:rsidP="00D1102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 will be very happy if you can join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looking forward to seeing you soon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Yours sincerely,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Li Hua</w:t>
      </w:r>
    </w:p>
    <w:p w:rsidR="001B6447" w:rsidRPr="001672F7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1B6447" w:rsidRDefault="001B6447">
      <w:r>
        <w:br w:type="page"/>
      </w:r>
    </w:p>
    <w:p w:rsidR="001B6447" w:rsidRPr="00C8411E" w:rsidRDefault="001B6447" w:rsidP="001B6447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t>参考答案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选择相应的图片。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M:I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like cats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They always sleep in the 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W:That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why they run about while we are sleeping at night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W:Hi, Dave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Do you have a pet dog?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M:Yes, I do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M:Tigers are my favourite animals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They are strong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your favourite animal?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like tigers too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M:Mary, can you say something about your favourite animal?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W:Yes, it is not big but it can swim well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It can jump and it can live in water or on land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W:Which animal do you like best, Mark?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like the panda best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so lovely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Is the giraffe from Africa?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When did ginkgo trees first appear?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Which animal does Helen like best?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Did you see an elephant last week?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Are there any apples on the tree?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W:Bob, are you playing games on the computer?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M:No,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reading a piece of news online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It makes me angry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W:What is it about?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M:Two men killed a bear in a forest and tried to sell it for money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W:That sounds bad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happened later?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M:The police caught them in a small village yesterday afternoon and they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re at the police station now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听第二段对话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14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M:What did you do last weekend?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went to the zoo with my friend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M:Oh, how did you get there?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went there by bus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M:Were there any elephants?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W:No, there weren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any elephants, but there were some tigers and lions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M:When did you go home?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went home at six o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clock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M:Did you have fun?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W:Yes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Though I was tired, I felt very happy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D1102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1B6447" w:rsidRPr="00E03514" w:rsidRDefault="001B6447" w:rsidP="00D1102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BCAAA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CCABB</w:t>
      </w:r>
    </w:p>
    <w:p w:rsidR="001B6447" w:rsidRPr="00E03514" w:rsidRDefault="001B6447" w:rsidP="00D1102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BACAB</w:t>
      </w:r>
    </w:p>
    <w:p w:rsidR="001B6447" w:rsidRPr="00E03514" w:rsidRDefault="001B6447" w:rsidP="00D1102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BDFCA</w:t>
      </w:r>
    </w:p>
    <w:p w:rsidR="001B6447" w:rsidRPr="00E03514" w:rsidRDefault="001B6447" w:rsidP="00D1102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24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CBAA</w:t>
      </w:r>
    </w:p>
    <w:p w:rsidR="001B6447" w:rsidRPr="00E03514" w:rsidRDefault="001B6447" w:rsidP="00D1102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home to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role/part in</w:t>
      </w:r>
    </w:p>
    <w:p w:rsidR="001B6447" w:rsidRPr="00E03514" w:rsidRDefault="001B6447" w:rsidP="00D1102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feel free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in order/so as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In fact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Dear Henry, 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How is everything going?I like wild animals very much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I want to invite you to study my favourite wild animal with 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My favourite wild animal is the tiger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Some of them live in northeastern China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like tigers because they are big and strong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They like to live alone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They can run fast, but only for a short while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They can swim and climb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We should bring some water when visiting them, because it takes hours to watch them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forget to take a pair of binoculars(</w:t>
      </w:r>
      <w:r w:rsidRPr="00E03514">
        <w:rPr>
          <w:rFonts w:ascii="Times New Roman" w:eastAsia="宋体" w:hAnsi="宋体"/>
          <w:color w:val="000000" w:themeColor="text1"/>
          <w:szCs w:val="24"/>
        </w:rPr>
        <w:t>双筒望远镜</w:t>
      </w:r>
      <w:r w:rsidRPr="00E03514">
        <w:rPr>
          <w:rFonts w:ascii="Times New Roman" w:eastAsia="宋体" w:hAnsi="宋体"/>
          <w:color w:val="000000" w:themeColor="text1"/>
          <w:szCs w:val="24"/>
        </w:rPr>
        <w:t>) to help us see them clearly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Sadly, tigers are in danger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 can make some posters to let others know the importance of protecting them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I will be very happy if you can join 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I</w:t>
      </w:r>
      <w:r w:rsidRPr="00E03514">
        <w:rPr>
          <w:rFonts w:ascii="Times New Roman" w:eastAsia="宋体" w:hAnsi="Times New Roman"/>
          <w:color w:val="000000" w:themeColor="text1"/>
          <w:szCs w:val="24"/>
          <w:u w:val="single" w:color="000000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m looking forward to seeing you soon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Yours sincerely, 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1B6447" w:rsidRPr="00E03514" w:rsidRDefault="001B6447" w:rsidP="001B6447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  <w:szCs w:val="24"/>
        </w:rPr>
      </w:pPr>
      <w:bookmarkStart w:id="0" w:name="_GoBack"/>
      <w:bookmarkEnd w:id="0"/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Li Hua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647169" w:rsidRPr="00B50CDA" w:rsidRDefault="00647169" w:rsidP="00B50CDA"/>
    <w:sectPr w:rsidR="00647169" w:rsidRPr="00B50CDA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02F" w:rsidRDefault="00D1102F" w:rsidP="00D1102F">
      <w:r>
        <w:separator/>
      </w:r>
    </w:p>
  </w:endnote>
  <w:endnote w:type="continuationSeparator" w:id="0">
    <w:p w:rsidR="00D1102F" w:rsidRDefault="00D1102F" w:rsidP="00D1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02F" w:rsidRDefault="00D1102F" w:rsidP="00D1102F">
      <w:r>
        <w:separator/>
      </w:r>
    </w:p>
  </w:footnote>
  <w:footnote w:type="continuationSeparator" w:id="0">
    <w:p w:rsidR="00D1102F" w:rsidRDefault="00D1102F" w:rsidP="00D11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47"/>
    <w:rsid w:val="0008679E"/>
    <w:rsid w:val="00111A89"/>
    <w:rsid w:val="00126949"/>
    <w:rsid w:val="001815CC"/>
    <w:rsid w:val="001831FD"/>
    <w:rsid w:val="001B1B1F"/>
    <w:rsid w:val="001B6447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1102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143013-59E5-4DB5-B597-25317AE0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47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D11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1102F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D1102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1102F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7</Pages>
  <Words>1673</Words>
  <Characters>6339</Characters>
  <Application>Microsoft Office Word</Application>
  <DocSecurity>0</DocSecurity>
  <Lines>52</Lines>
  <Paragraphs>15</Paragraphs>
  <ScaleCrop>false</ScaleCrop>
  <Company>微软中国</Company>
  <LinksUpToDate>false</LinksUpToDate>
  <CharactersWithSpaces>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2025-09-15T06:47:00Z</dcterms:created>
  <dcterms:modified xsi:type="dcterms:W3CDTF">2025-09-15T06:53:00Z</dcterms:modified>
</cp:coreProperties>
</file>